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1F422A7-731E-4194-972D-0437A884E2EE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